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4BB" w:rsidRPr="008F7553" w:rsidRDefault="005114BB" w:rsidP="00C66579">
      <w:pPr>
        <w:jc w:val="center"/>
        <w:rPr>
          <w:b/>
          <w:bCs/>
          <w:sz w:val="28"/>
          <w:szCs w:val="28"/>
        </w:rPr>
      </w:pPr>
      <w:r w:rsidRPr="008F7553">
        <w:rPr>
          <w:b/>
          <w:bCs/>
          <w:sz w:val="28"/>
          <w:szCs w:val="28"/>
        </w:rPr>
        <w:t>Администрация</w:t>
      </w:r>
    </w:p>
    <w:p w:rsidR="005114BB" w:rsidRPr="008F7553" w:rsidRDefault="005114BB" w:rsidP="00C66579">
      <w:pPr>
        <w:jc w:val="center"/>
        <w:rPr>
          <w:b/>
          <w:bCs/>
          <w:sz w:val="28"/>
          <w:szCs w:val="28"/>
        </w:rPr>
      </w:pPr>
      <w:r w:rsidRPr="008F7553">
        <w:rPr>
          <w:b/>
          <w:bCs/>
          <w:sz w:val="28"/>
          <w:szCs w:val="28"/>
        </w:rPr>
        <w:t>муниципального образования</w:t>
      </w:r>
    </w:p>
    <w:p w:rsidR="005114BB" w:rsidRPr="008F7553" w:rsidRDefault="005114BB" w:rsidP="00C66579">
      <w:pPr>
        <w:jc w:val="center"/>
        <w:rPr>
          <w:sz w:val="28"/>
          <w:szCs w:val="28"/>
        </w:rPr>
      </w:pPr>
      <w:r w:rsidRPr="008F7553">
        <w:rPr>
          <w:b/>
          <w:bCs/>
          <w:sz w:val="28"/>
          <w:szCs w:val="28"/>
        </w:rPr>
        <w:t>«</w:t>
      </w:r>
      <w:proofErr w:type="spellStart"/>
      <w:r w:rsidRPr="008F7553">
        <w:rPr>
          <w:b/>
          <w:bCs/>
          <w:sz w:val="28"/>
          <w:szCs w:val="28"/>
        </w:rPr>
        <w:t>Приморско</w:t>
      </w:r>
      <w:proofErr w:type="spellEnd"/>
      <w:r w:rsidRPr="008F7553">
        <w:rPr>
          <w:b/>
          <w:bCs/>
          <w:sz w:val="28"/>
          <w:szCs w:val="28"/>
        </w:rPr>
        <w:t xml:space="preserve"> – </w:t>
      </w:r>
      <w:proofErr w:type="spellStart"/>
      <w:r w:rsidRPr="008F7553">
        <w:rPr>
          <w:b/>
          <w:bCs/>
          <w:sz w:val="28"/>
          <w:szCs w:val="28"/>
        </w:rPr>
        <w:t>Куйский</w:t>
      </w:r>
      <w:proofErr w:type="spellEnd"/>
      <w:r w:rsidRPr="008F7553">
        <w:rPr>
          <w:b/>
          <w:bCs/>
          <w:sz w:val="28"/>
          <w:szCs w:val="28"/>
        </w:rPr>
        <w:t xml:space="preserve">  сельсовет»</w:t>
      </w:r>
    </w:p>
    <w:p w:rsidR="005114BB" w:rsidRPr="008F7553" w:rsidRDefault="005114BB" w:rsidP="00C66579">
      <w:pPr>
        <w:jc w:val="center"/>
        <w:rPr>
          <w:b/>
          <w:sz w:val="28"/>
          <w:szCs w:val="28"/>
        </w:rPr>
      </w:pPr>
      <w:r w:rsidRPr="008F7553">
        <w:rPr>
          <w:b/>
          <w:sz w:val="28"/>
          <w:szCs w:val="28"/>
        </w:rPr>
        <w:t>Ненецкого автономного округа</w:t>
      </w:r>
    </w:p>
    <w:p w:rsidR="005114BB" w:rsidRDefault="005114BB" w:rsidP="002559AA">
      <w:pPr>
        <w:rPr>
          <w:sz w:val="28"/>
          <w:szCs w:val="28"/>
        </w:rPr>
      </w:pPr>
    </w:p>
    <w:p w:rsidR="005114BB" w:rsidRPr="008F7553" w:rsidRDefault="005114BB" w:rsidP="002559AA">
      <w:pPr>
        <w:rPr>
          <w:sz w:val="28"/>
          <w:szCs w:val="28"/>
        </w:rPr>
      </w:pPr>
    </w:p>
    <w:p w:rsidR="005114BB" w:rsidRPr="008F7553" w:rsidRDefault="005114BB" w:rsidP="002559AA">
      <w:pPr>
        <w:rPr>
          <w:b/>
          <w:bCs/>
          <w:sz w:val="28"/>
          <w:szCs w:val="28"/>
        </w:rPr>
      </w:pPr>
    </w:p>
    <w:p w:rsidR="005114BB" w:rsidRPr="008F7553" w:rsidRDefault="005114BB" w:rsidP="00C66579">
      <w:pPr>
        <w:jc w:val="center"/>
        <w:rPr>
          <w:sz w:val="28"/>
          <w:szCs w:val="28"/>
        </w:rPr>
      </w:pPr>
      <w:r w:rsidRPr="008F7553">
        <w:rPr>
          <w:b/>
          <w:bCs/>
          <w:sz w:val="28"/>
          <w:szCs w:val="28"/>
        </w:rPr>
        <w:t>ПОСТАНОВЛЕНИЕ</w:t>
      </w:r>
    </w:p>
    <w:p w:rsidR="005114BB" w:rsidRPr="008F7553" w:rsidRDefault="005114BB" w:rsidP="002559AA">
      <w:pPr>
        <w:rPr>
          <w:b/>
          <w:bCs/>
          <w:sz w:val="28"/>
          <w:szCs w:val="28"/>
        </w:rPr>
      </w:pPr>
    </w:p>
    <w:p w:rsidR="005114BB" w:rsidRPr="008F7553" w:rsidRDefault="00E14F78" w:rsidP="002559A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0</w:t>
      </w:r>
      <w:r w:rsidR="0076024A">
        <w:rPr>
          <w:b/>
          <w:bCs/>
          <w:sz w:val="28"/>
          <w:szCs w:val="28"/>
          <w:u w:val="single"/>
        </w:rPr>
        <w:t>9</w:t>
      </w:r>
      <w:r w:rsidR="005114BB">
        <w:rPr>
          <w:b/>
          <w:bCs/>
          <w:sz w:val="28"/>
          <w:szCs w:val="28"/>
          <w:u w:val="single"/>
        </w:rPr>
        <w:t>.</w:t>
      </w:r>
      <w:r>
        <w:rPr>
          <w:b/>
          <w:bCs/>
          <w:sz w:val="28"/>
          <w:szCs w:val="28"/>
          <w:u w:val="single"/>
        </w:rPr>
        <w:t>01</w:t>
      </w:r>
      <w:r w:rsidR="005114BB">
        <w:rPr>
          <w:b/>
          <w:bCs/>
          <w:sz w:val="28"/>
          <w:szCs w:val="28"/>
          <w:u w:val="single"/>
        </w:rPr>
        <w:t>. 201</w:t>
      </w:r>
      <w:r>
        <w:rPr>
          <w:b/>
          <w:bCs/>
          <w:sz w:val="28"/>
          <w:szCs w:val="28"/>
          <w:u w:val="single"/>
        </w:rPr>
        <w:t>8</w:t>
      </w:r>
      <w:r w:rsidR="005114BB" w:rsidRPr="008F7553">
        <w:rPr>
          <w:b/>
          <w:bCs/>
          <w:sz w:val="28"/>
          <w:szCs w:val="28"/>
          <w:u w:val="single"/>
        </w:rPr>
        <w:t xml:space="preserve"> г. №</w:t>
      </w:r>
      <w:r w:rsidR="005114BB" w:rsidRPr="00311446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>1</w:t>
      </w:r>
      <w:r w:rsidR="005114BB" w:rsidRPr="00311446">
        <w:rPr>
          <w:b/>
          <w:bCs/>
          <w:sz w:val="28"/>
          <w:szCs w:val="28"/>
          <w:u w:val="single"/>
        </w:rPr>
        <w:t xml:space="preserve"> </w:t>
      </w:r>
    </w:p>
    <w:p w:rsidR="005114BB" w:rsidRPr="008F7553" w:rsidRDefault="005114BB" w:rsidP="002559AA">
      <w:pPr>
        <w:rPr>
          <w:sz w:val="20"/>
          <w:szCs w:val="20"/>
        </w:rPr>
      </w:pPr>
      <w:r w:rsidRPr="008F7553">
        <w:rPr>
          <w:sz w:val="20"/>
          <w:szCs w:val="20"/>
        </w:rPr>
        <w:t xml:space="preserve">п. </w:t>
      </w:r>
      <w:proofErr w:type="gramStart"/>
      <w:r w:rsidRPr="008F7553">
        <w:rPr>
          <w:sz w:val="20"/>
          <w:szCs w:val="20"/>
        </w:rPr>
        <w:t>Красное</w:t>
      </w:r>
      <w:proofErr w:type="gramEnd"/>
      <w:r>
        <w:rPr>
          <w:sz w:val="20"/>
          <w:szCs w:val="20"/>
        </w:rPr>
        <w:t>, Ненецкий автономный округ</w:t>
      </w:r>
    </w:p>
    <w:p w:rsidR="005114BB" w:rsidRDefault="005114BB" w:rsidP="002559AA">
      <w:pPr>
        <w:rPr>
          <w:b/>
          <w:sz w:val="32"/>
        </w:rPr>
      </w:pPr>
    </w:p>
    <w:p w:rsidR="00E14F78" w:rsidRDefault="005114BB" w:rsidP="00C66579">
      <w:pPr>
        <w:tabs>
          <w:tab w:val="left" w:pos="4860"/>
        </w:tabs>
        <w:ind w:firstLine="539"/>
        <w:jc w:val="both"/>
        <w:rPr>
          <w:sz w:val="26"/>
        </w:rPr>
      </w:pPr>
      <w:r>
        <w:rPr>
          <w:sz w:val="26"/>
        </w:rPr>
        <w:t>«О</w:t>
      </w:r>
      <w:r w:rsidR="00E14F78">
        <w:rPr>
          <w:sz w:val="26"/>
        </w:rPr>
        <w:t xml:space="preserve"> внесение изменений </w:t>
      </w:r>
    </w:p>
    <w:p w:rsidR="005114BB" w:rsidRDefault="00E14F78" w:rsidP="00C66579">
      <w:pPr>
        <w:tabs>
          <w:tab w:val="left" w:pos="4860"/>
        </w:tabs>
        <w:ind w:firstLine="539"/>
        <w:jc w:val="both"/>
        <w:rPr>
          <w:sz w:val="26"/>
        </w:rPr>
      </w:pPr>
      <w:r>
        <w:rPr>
          <w:sz w:val="26"/>
        </w:rPr>
        <w:t xml:space="preserve">по </w:t>
      </w:r>
      <w:r w:rsidR="005114BB">
        <w:rPr>
          <w:sz w:val="26"/>
        </w:rPr>
        <w:t>администрировани</w:t>
      </w:r>
      <w:r>
        <w:rPr>
          <w:sz w:val="26"/>
        </w:rPr>
        <w:t>ю</w:t>
      </w:r>
    </w:p>
    <w:p w:rsidR="005114BB" w:rsidRDefault="005114BB" w:rsidP="00C66579">
      <w:pPr>
        <w:tabs>
          <w:tab w:val="left" w:pos="4860"/>
        </w:tabs>
        <w:ind w:firstLine="539"/>
        <w:jc w:val="both"/>
        <w:rPr>
          <w:sz w:val="26"/>
        </w:rPr>
      </w:pPr>
      <w:r>
        <w:rPr>
          <w:sz w:val="26"/>
        </w:rPr>
        <w:t xml:space="preserve">доходов местного бюджета» </w:t>
      </w:r>
    </w:p>
    <w:p w:rsidR="005114BB" w:rsidRDefault="005114BB" w:rsidP="00C66579">
      <w:pPr>
        <w:ind w:firstLine="539"/>
        <w:jc w:val="both"/>
        <w:rPr>
          <w:sz w:val="26"/>
        </w:rPr>
      </w:pPr>
    </w:p>
    <w:p w:rsidR="005114BB" w:rsidRPr="00311446" w:rsidRDefault="005114BB" w:rsidP="00C66579">
      <w:pPr>
        <w:ind w:firstLine="539"/>
        <w:jc w:val="both"/>
        <w:rPr>
          <w:sz w:val="26"/>
          <w:szCs w:val="26"/>
        </w:rPr>
      </w:pPr>
      <w:r>
        <w:rPr>
          <w:sz w:val="26"/>
        </w:rPr>
        <w:t>В соответствии с пунктом 3 статьи 160.1 Бюджетного кодекса Российской Федерации, Администрация муниципального образования «</w:t>
      </w:r>
      <w:proofErr w:type="spellStart"/>
      <w:r>
        <w:rPr>
          <w:sz w:val="26"/>
        </w:rPr>
        <w:t>Приморско-Куйский</w:t>
      </w:r>
      <w:proofErr w:type="spellEnd"/>
      <w:r>
        <w:rPr>
          <w:sz w:val="26"/>
        </w:rPr>
        <w:t xml:space="preserve"> сельсовет» Ненецкого автономного округа </w:t>
      </w:r>
    </w:p>
    <w:p w:rsidR="005114BB" w:rsidRPr="00246C24" w:rsidRDefault="005114BB" w:rsidP="006135C3">
      <w:pPr>
        <w:ind w:firstLine="539"/>
        <w:jc w:val="center"/>
        <w:rPr>
          <w:b/>
          <w:bCs/>
          <w:sz w:val="26"/>
          <w:szCs w:val="26"/>
        </w:rPr>
      </w:pPr>
      <w:r w:rsidRPr="00246C24">
        <w:rPr>
          <w:b/>
          <w:bCs/>
          <w:sz w:val="26"/>
          <w:szCs w:val="26"/>
        </w:rPr>
        <w:t>Постановляет:</w:t>
      </w:r>
    </w:p>
    <w:p w:rsidR="005114BB" w:rsidRDefault="005114BB" w:rsidP="006135C3">
      <w:pPr>
        <w:ind w:firstLine="539"/>
        <w:jc w:val="center"/>
        <w:rPr>
          <w:b/>
          <w:bCs/>
          <w:sz w:val="26"/>
        </w:rPr>
      </w:pPr>
    </w:p>
    <w:p w:rsidR="005114BB" w:rsidRPr="006135C3" w:rsidRDefault="005114BB" w:rsidP="00E14F78">
      <w:pPr>
        <w:tabs>
          <w:tab w:val="left" w:pos="4860"/>
        </w:tabs>
        <w:spacing w:line="360" w:lineRule="auto"/>
        <w:ind w:firstLine="624"/>
        <w:jc w:val="both"/>
        <w:rPr>
          <w:sz w:val="26"/>
          <w:szCs w:val="26"/>
        </w:rPr>
      </w:pPr>
      <w:r w:rsidRPr="006135C3">
        <w:rPr>
          <w:sz w:val="26"/>
          <w:szCs w:val="26"/>
        </w:rPr>
        <w:t>1.</w:t>
      </w:r>
      <w:r>
        <w:rPr>
          <w:sz w:val="26"/>
          <w:szCs w:val="26"/>
        </w:rPr>
        <w:t xml:space="preserve"> </w:t>
      </w:r>
      <w:r w:rsidR="00E14F78">
        <w:rPr>
          <w:sz w:val="26"/>
          <w:szCs w:val="26"/>
        </w:rPr>
        <w:t>Внести изменение в Постановление а</w:t>
      </w:r>
      <w:r w:rsidR="00E14F78" w:rsidRPr="006135C3">
        <w:rPr>
          <w:sz w:val="26"/>
          <w:szCs w:val="26"/>
        </w:rPr>
        <w:t>дминистраци</w:t>
      </w:r>
      <w:r w:rsidR="00E14F78">
        <w:rPr>
          <w:sz w:val="26"/>
          <w:szCs w:val="26"/>
        </w:rPr>
        <w:t>и</w:t>
      </w:r>
      <w:r w:rsidR="00E14F78" w:rsidRPr="006135C3">
        <w:rPr>
          <w:sz w:val="26"/>
          <w:szCs w:val="26"/>
        </w:rPr>
        <w:t xml:space="preserve"> муниципального образования «</w:t>
      </w:r>
      <w:proofErr w:type="spellStart"/>
      <w:r w:rsidR="00E14F78">
        <w:rPr>
          <w:sz w:val="26"/>
          <w:szCs w:val="26"/>
        </w:rPr>
        <w:t>Приморско-Куйский</w:t>
      </w:r>
      <w:proofErr w:type="spellEnd"/>
      <w:r w:rsidR="00E14F78">
        <w:rPr>
          <w:sz w:val="26"/>
          <w:szCs w:val="26"/>
        </w:rPr>
        <w:t xml:space="preserve"> сельсовет</w:t>
      </w:r>
      <w:r w:rsidR="00E14F78" w:rsidRPr="006135C3">
        <w:rPr>
          <w:sz w:val="26"/>
          <w:szCs w:val="26"/>
        </w:rPr>
        <w:t>»</w:t>
      </w:r>
      <w:r w:rsidR="00E14F78">
        <w:rPr>
          <w:sz w:val="26"/>
          <w:szCs w:val="26"/>
        </w:rPr>
        <w:t xml:space="preserve"> </w:t>
      </w:r>
      <w:r w:rsidR="00E14F78" w:rsidRPr="006135C3">
        <w:rPr>
          <w:sz w:val="26"/>
          <w:szCs w:val="26"/>
        </w:rPr>
        <w:t>Ненецкого автономного округа</w:t>
      </w:r>
      <w:r w:rsidR="00E14F78">
        <w:rPr>
          <w:sz w:val="26"/>
          <w:szCs w:val="26"/>
        </w:rPr>
        <w:t xml:space="preserve"> № 203 от 29.12.2017 «</w:t>
      </w:r>
      <w:r w:rsidR="00E14F78">
        <w:rPr>
          <w:sz w:val="26"/>
        </w:rPr>
        <w:t>Об администрировании доходов местного бюджета».</w:t>
      </w:r>
    </w:p>
    <w:p w:rsidR="005114BB" w:rsidRPr="006135C3" w:rsidRDefault="005114BB" w:rsidP="00E14F78">
      <w:pPr>
        <w:spacing w:line="360" w:lineRule="auto"/>
        <w:ind w:firstLine="624"/>
        <w:jc w:val="both"/>
        <w:rPr>
          <w:sz w:val="26"/>
          <w:szCs w:val="26"/>
        </w:rPr>
      </w:pPr>
      <w:r w:rsidRPr="006135C3">
        <w:rPr>
          <w:sz w:val="26"/>
          <w:szCs w:val="26"/>
        </w:rPr>
        <w:t>2.</w:t>
      </w:r>
      <w:r>
        <w:rPr>
          <w:sz w:val="26"/>
          <w:szCs w:val="26"/>
        </w:rPr>
        <w:t xml:space="preserve"> П</w:t>
      </w:r>
      <w:r w:rsidRPr="006135C3">
        <w:rPr>
          <w:sz w:val="26"/>
          <w:szCs w:val="26"/>
        </w:rPr>
        <w:t>риложени</w:t>
      </w:r>
      <w:r w:rsidR="00E14F78">
        <w:rPr>
          <w:sz w:val="26"/>
          <w:szCs w:val="26"/>
        </w:rPr>
        <w:t>е</w:t>
      </w:r>
      <w:r w:rsidRPr="006135C3">
        <w:rPr>
          <w:sz w:val="26"/>
          <w:szCs w:val="26"/>
        </w:rPr>
        <w:t xml:space="preserve"> №1</w:t>
      </w:r>
      <w:r w:rsidR="00E14F78">
        <w:rPr>
          <w:sz w:val="26"/>
          <w:szCs w:val="26"/>
        </w:rPr>
        <w:t xml:space="preserve"> «Коды </w:t>
      </w:r>
      <w:proofErr w:type="spellStart"/>
      <w:r w:rsidR="00E14F78">
        <w:rPr>
          <w:sz w:val="26"/>
          <w:szCs w:val="26"/>
        </w:rPr>
        <w:t>администрируемых</w:t>
      </w:r>
      <w:proofErr w:type="spellEnd"/>
      <w:r w:rsidR="00E14F78">
        <w:rPr>
          <w:sz w:val="26"/>
          <w:szCs w:val="26"/>
        </w:rPr>
        <w:t xml:space="preserve"> поступлений местного бюджета» читать в новой редакции</w:t>
      </w:r>
      <w:r w:rsidRPr="006135C3">
        <w:rPr>
          <w:sz w:val="26"/>
          <w:szCs w:val="26"/>
        </w:rPr>
        <w:t>.</w:t>
      </w:r>
    </w:p>
    <w:p w:rsidR="005114BB" w:rsidRDefault="007222D6" w:rsidP="00E14F78">
      <w:pPr>
        <w:tabs>
          <w:tab w:val="left" w:pos="1080"/>
          <w:tab w:val="left" w:pos="10260"/>
        </w:tabs>
        <w:spacing w:line="360" w:lineRule="auto"/>
        <w:ind w:firstLine="624"/>
        <w:jc w:val="both"/>
        <w:rPr>
          <w:sz w:val="26"/>
        </w:rPr>
      </w:pPr>
      <w:r>
        <w:t>3.</w:t>
      </w:r>
      <w:r w:rsidR="005114BB">
        <w:t xml:space="preserve"> </w:t>
      </w:r>
      <w:r w:rsidR="005114BB">
        <w:rPr>
          <w:sz w:val="26"/>
        </w:rPr>
        <w:t>Настоящее Постановление вступает в силу со дня его подписания и распространяется на отношения, возникшие с 01 января 201</w:t>
      </w:r>
      <w:r w:rsidR="0076024A">
        <w:rPr>
          <w:sz w:val="26"/>
        </w:rPr>
        <w:t>8</w:t>
      </w:r>
      <w:r w:rsidR="005114BB">
        <w:rPr>
          <w:sz w:val="26"/>
        </w:rPr>
        <w:t xml:space="preserve"> года.</w:t>
      </w:r>
    </w:p>
    <w:p w:rsidR="005114BB" w:rsidRDefault="007222D6" w:rsidP="00E14F78">
      <w:pPr>
        <w:tabs>
          <w:tab w:val="left" w:pos="1080"/>
          <w:tab w:val="left" w:pos="10260"/>
        </w:tabs>
        <w:spacing w:line="360" w:lineRule="auto"/>
        <w:ind w:firstLine="624"/>
        <w:jc w:val="both"/>
        <w:rPr>
          <w:sz w:val="26"/>
        </w:rPr>
      </w:pPr>
      <w:r>
        <w:rPr>
          <w:sz w:val="26"/>
        </w:rPr>
        <w:t>4</w:t>
      </w:r>
      <w:r w:rsidR="00E14F78">
        <w:rPr>
          <w:sz w:val="26"/>
        </w:rPr>
        <w:t>.</w:t>
      </w:r>
      <w:r w:rsidR="005114BB">
        <w:rPr>
          <w:sz w:val="26"/>
        </w:rPr>
        <w:t xml:space="preserve"> </w:t>
      </w:r>
      <w:proofErr w:type="gramStart"/>
      <w:r w:rsidR="005114BB">
        <w:rPr>
          <w:sz w:val="26"/>
        </w:rPr>
        <w:t>Контроль за</w:t>
      </w:r>
      <w:proofErr w:type="gramEnd"/>
      <w:r w:rsidR="005114BB">
        <w:rPr>
          <w:sz w:val="26"/>
        </w:rPr>
        <w:t xml:space="preserve"> исполнением настоящего Постановления оставляю за собой.</w:t>
      </w:r>
    </w:p>
    <w:p w:rsidR="005114BB" w:rsidRDefault="007222D6" w:rsidP="00E14F78">
      <w:pPr>
        <w:tabs>
          <w:tab w:val="left" w:pos="1080"/>
          <w:tab w:val="left" w:pos="10260"/>
        </w:tabs>
        <w:spacing w:line="360" w:lineRule="auto"/>
        <w:ind w:firstLine="624"/>
        <w:jc w:val="both"/>
        <w:rPr>
          <w:sz w:val="26"/>
        </w:rPr>
      </w:pPr>
      <w:r>
        <w:rPr>
          <w:sz w:val="26"/>
        </w:rPr>
        <w:t>5</w:t>
      </w:r>
      <w:r w:rsidR="005114BB">
        <w:rPr>
          <w:sz w:val="26"/>
        </w:rPr>
        <w:t xml:space="preserve">. Направить настоящее Постановление для официального опубликования. </w:t>
      </w:r>
    </w:p>
    <w:p w:rsidR="005114BB" w:rsidRDefault="005114BB" w:rsidP="00E14F78">
      <w:pPr>
        <w:tabs>
          <w:tab w:val="left" w:pos="1080"/>
          <w:tab w:val="left" w:pos="10260"/>
        </w:tabs>
        <w:spacing w:line="360" w:lineRule="auto"/>
        <w:ind w:firstLine="624"/>
        <w:jc w:val="both"/>
        <w:rPr>
          <w:sz w:val="26"/>
          <w:szCs w:val="26"/>
        </w:rPr>
      </w:pPr>
    </w:p>
    <w:p w:rsidR="0076024A" w:rsidRDefault="0076024A" w:rsidP="000A60F4">
      <w:pPr>
        <w:tabs>
          <w:tab w:val="left" w:pos="1080"/>
          <w:tab w:val="left" w:pos="10260"/>
        </w:tabs>
        <w:ind w:firstLine="539"/>
        <w:jc w:val="both"/>
        <w:rPr>
          <w:sz w:val="26"/>
          <w:szCs w:val="26"/>
        </w:rPr>
      </w:pPr>
    </w:p>
    <w:p w:rsidR="0076024A" w:rsidRDefault="0076024A" w:rsidP="000A60F4">
      <w:pPr>
        <w:tabs>
          <w:tab w:val="left" w:pos="1080"/>
          <w:tab w:val="left" w:pos="10260"/>
        </w:tabs>
        <w:ind w:firstLine="539"/>
        <w:jc w:val="both"/>
        <w:rPr>
          <w:sz w:val="26"/>
          <w:szCs w:val="26"/>
        </w:rPr>
      </w:pPr>
    </w:p>
    <w:p w:rsidR="0076024A" w:rsidRDefault="0076024A" w:rsidP="000A60F4">
      <w:pPr>
        <w:tabs>
          <w:tab w:val="left" w:pos="1080"/>
          <w:tab w:val="left" w:pos="10260"/>
        </w:tabs>
        <w:ind w:firstLine="539"/>
        <w:jc w:val="both"/>
        <w:rPr>
          <w:sz w:val="26"/>
          <w:szCs w:val="26"/>
        </w:rPr>
      </w:pPr>
    </w:p>
    <w:p w:rsidR="0076024A" w:rsidRDefault="0076024A" w:rsidP="000A60F4">
      <w:pPr>
        <w:tabs>
          <w:tab w:val="left" w:pos="1080"/>
          <w:tab w:val="left" w:pos="10260"/>
        </w:tabs>
        <w:ind w:firstLine="539"/>
        <w:jc w:val="both"/>
        <w:rPr>
          <w:sz w:val="26"/>
          <w:szCs w:val="26"/>
        </w:rPr>
      </w:pPr>
    </w:p>
    <w:p w:rsidR="0076024A" w:rsidRDefault="0076024A" w:rsidP="000A60F4">
      <w:pPr>
        <w:tabs>
          <w:tab w:val="left" w:pos="1080"/>
          <w:tab w:val="left" w:pos="10260"/>
        </w:tabs>
        <w:ind w:firstLine="539"/>
        <w:jc w:val="both"/>
        <w:rPr>
          <w:sz w:val="26"/>
          <w:szCs w:val="26"/>
        </w:rPr>
      </w:pPr>
    </w:p>
    <w:p w:rsidR="0076024A" w:rsidRDefault="0076024A" w:rsidP="000A60F4">
      <w:pPr>
        <w:tabs>
          <w:tab w:val="left" w:pos="1080"/>
          <w:tab w:val="left" w:pos="10260"/>
        </w:tabs>
        <w:ind w:firstLine="539"/>
        <w:jc w:val="both"/>
        <w:rPr>
          <w:sz w:val="26"/>
          <w:szCs w:val="26"/>
        </w:rPr>
      </w:pPr>
    </w:p>
    <w:p w:rsidR="0076024A" w:rsidRDefault="0076024A" w:rsidP="000A60F4">
      <w:pPr>
        <w:tabs>
          <w:tab w:val="left" w:pos="1080"/>
          <w:tab w:val="left" w:pos="10260"/>
        </w:tabs>
        <w:ind w:firstLine="539"/>
        <w:jc w:val="both"/>
        <w:rPr>
          <w:sz w:val="26"/>
          <w:szCs w:val="26"/>
        </w:rPr>
      </w:pPr>
    </w:p>
    <w:p w:rsidR="005114BB" w:rsidRDefault="005114BB" w:rsidP="000A60F4">
      <w:pPr>
        <w:tabs>
          <w:tab w:val="left" w:pos="1080"/>
          <w:tab w:val="left" w:pos="10260"/>
        </w:tabs>
        <w:ind w:firstLine="539"/>
        <w:jc w:val="both"/>
        <w:rPr>
          <w:sz w:val="26"/>
        </w:rPr>
      </w:pPr>
      <w:r>
        <w:rPr>
          <w:sz w:val="26"/>
        </w:rPr>
        <w:t>Глава муниципального образования</w:t>
      </w:r>
    </w:p>
    <w:p w:rsidR="005114BB" w:rsidRDefault="005114BB" w:rsidP="000A60F4">
      <w:pPr>
        <w:tabs>
          <w:tab w:val="left" w:pos="1080"/>
          <w:tab w:val="left" w:pos="10260"/>
        </w:tabs>
        <w:ind w:firstLine="539"/>
        <w:jc w:val="both"/>
        <w:rPr>
          <w:sz w:val="26"/>
        </w:rPr>
      </w:pPr>
      <w:r>
        <w:rPr>
          <w:sz w:val="26"/>
        </w:rPr>
        <w:t>«</w:t>
      </w:r>
      <w:proofErr w:type="spellStart"/>
      <w:r>
        <w:rPr>
          <w:sz w:val="26"/>
        </w:rPr>
        <w:t>Приморско</w:t>
      </w:r>
      <w:proofErr w:type="spellEnd"/>
      <w:r>
        <w:rPr>
          <w:sz w:val="26"/>
        </w:rPr>
        <w:t xml:space="preserve"> – </w:t>
      </w:r>
      <w:proofErr w:type="spellStart"/>
      <w:r>
        <w:rPr>
          <w:sz w:val="26"/>
        </w:rPr>
        <w:t>Куйский</w:t>
      </w:r>
      <w:proofErr w:type="spellEnd"/>
      <w:r>
        <w:rPr>
          <w:sz w:val="26"/>
        </w:rPr>
        <w:t xml:space="preserve"> сельсовет» НАО                                                   </w:t>
      </w:r>
      <w:proofErr w:type="spellStart"/>
      <w:r>
        <w:rPr>
          <w:sz w:val="26"/>
        </w:rPr>
        <w:t>В.А.Таратин</w:t>
      </w:r>
      <w:proofErr w:type="spellEnd"/>
    </w:p>
    <w:p w:rsidR="005114BB" w:rsidRDefault="005114BB" w:rsidP="000A60F4">
      <w:pPr>
        <w:autoSpaceDE w:val="0"/>
        <w:autoSpaceDN w:val="0"/>
        <w:adjustRightInd w:val="0"/>
        <w:ind w:firstLine="539"/>
        <w:jc w:val="both"/>
      </w:pPr>
    </w:p>
    <w:p w:rsidR="005114BB" w:rsidRDefault="005114BB" w:rsidP="000A60F4">
      <w:pPr>
        <w:autoSpaceDE w:val="0"/>
        <w:autoSpaceDN w:val="0"/>
        <w:adjustRightInd w:val="0"/>
        <w:ind w:firstLine="539"/>
        <w:jc w:val="both"/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</w:p>
    <w:p w:rsidR="005114BB" w:rsidRDefault="005114BB" w:rsidP="006135C3">
      <w:pPr>
        <w:autoSpaceDE w:val="0"/>
        <w:autoSpaceDN w:val="0"/>
        <w:adjustRightInd w:val="0"/>
        <w:ind w:firstLine="540"/>
        <w:jc w:val="right"/>
        <w:rPr>
          <w:b/>
        </w:rPr>
      </w:pPr>
      <w:r w:rsidRPr="006135C3">
        <w:rPr>
          <w:b/>
        </w:rPr>
        <w:lastRenderedPageBreak/>
        <w:t>Приложение № 1</w:t>
      </w:r>
      <w:r>
        <w:rPr>
          <w:b/>
        </w:rPr>
        <w:t xml:space="preserve"> </w:t>
      </w:r>
    </w:p>
    <w:p w:rsidR="005114BB" w:rsidRPr="007F3FB6" w:rsidRDefault="005114BB" w:rsidP="006135C3">
      <w:pPr>
        <w:autoSpaceDE w:val="0"/>
        <w:autoSpaceDN w:val="0"/>
        <w:adjustRightInd w:val="0"/>
        <w:ind w:firstLine="540"/>
        <w:jc w:val="right"/>
      </w:pPr>
      <w:r w:rsidRPr="007F3FB6">
        <w:t xml:space="preserve">к Постановлению № </w:t>
      </w:r>
      <w:r w:rsidR="00E14F78">
        <w:t>1</w:t>
      </w:r>
      <w:r w:rsidRPr="007F3FB6">
        <w:t xml:space="preserve"> от </w:t>
      </w:r>
      <w:r w:rsidR="00E14F78">
        <w:t>0</w:t>
      </w:r>
      <w:r w:rsidR="0076024A">
        <w:t>9</w:t>
      </w:r>
      <w:r w:rsidRPr="007F3FB6">
        <w:t>.</w:t>
      </w:r>
      <w:r w:rsidR="00E14F78">
        <w:t>01</w:t>
      </w:r>
      <w:r w:rsidRPr="007F3FB6">
        <w:t>.201</w:t>
      </w:r>
      <w:r w:rsidR="00E14F78">
        <w:t>8</w:t>
      </w:r>
      <w:r w:rsidRPr="007F3FB6">
        <w:t xml:space="preserve"> </w:t>
      </w:r>
    </w:p>
    <w:p w:rsidR="00251101" w:rsidRDefault="005114BB" w:rsidP="006135C3">
      <w:pPr>
        <w:autoSpaceDE w:val="0"/>
        <w:autoSpaceDN w:val="0"/>
        <w:adjustRightInd w:val="0"/>
        <w:ind w:firstLine="540"/>
        <w:jc w:val="right"/>
      </w:pPr>
      <w:r w:rsidRPr="007F3FB6">
        <w:t>« О</w:t>
      </w:r>
      <w:r w:rsidR="00251101">
        <w:t xml:space="preserve"> внесение изменений </w:t>
      </w:r>
    </w:p>
    <w:p w:rsidR="005114BB" w:rsidRPr="007F3FB6" w:rsidRDefault="00251101" w:rsidP="006135C3">
      <w:pPr>
        <w:autoSpaceDE w:val="0"/>
        <w:autoSpaceDN w:val="0"/>
        <w:adjustRightInd w:val="0"/>
        <w:ind w:firstLine="540"/>
        <w:jc w:val="right"/>
      </w:pPr>
      <w:r>
        <w:t>по</w:t>
      </w:r>
      <w:r w:rsidR="005114BB" w:rsidRPr="007F3FB6">
        <w:t xml:space="preserve"> администрировани</w:t>
      </w:r>
      <w:r>
        <w:t>ю</w:t>
      </w:r>
      <w:r w:rsidR="005114BB" w:rsidRPr="007F3FB6">
        <w:t xml:space="preserve"> доходов</w:t>
      </w:r>
    </w:p>
    <w:p w:rsidR="005114BB" w:rsidRPr="007F3FB6" w:rsidRDefault="005114BB" w:rsidP="006135C3">
      <w:pPr>
        <w:autoSpaceDE w:val="0"/>
        <w:autoSpaceDN w:val="0"/>
        <w:adjustRightInd w:val="0"/>
        <w:ind w:firstLine="540"/>
        <w:jc w:val="right"/>
      </w:pPr>
      <w:r w:rsidRPr="007F3FB6">
        <w:t xml:space="preserve"> местного бюджета»</w:t>
      </w:r>
    </w:p>
    <w:p w:rsidR="005114BB" w:rsidRDefault="005114BB" w:rsidP="00E44F4B">
      <w:pPr>
        <w:jc w:val="center"/>
      </w:pPr>
      <w:r>
        <w:t xml:space="preserve">Коды </w:t>
      </w:r>
      <w:proofErr w:type="spellStart"/>
      <w:r>
        <w:t>администрируемых</w:t>
      </w:r>
      <w:proofErr w:type="spellEnd"/>
      <w:r>
        <w:t xml:space="preserve"> поступлений бюджета </w:t>
      </w:r>
    </w:p>
    <w:p w:rsidR="005114BB" w:rsidRDefault="005114BB" w:rsidP="00E44F4B">
      <w:pPr>
        <w:jc w:val="right"/>
      </w:pPr>
    </w:p>
    <w:tbl>
      <w:tblPr>
        <w:tblW w:w="10064" w:type="dxa"/>
        <w:tblInd w:w="109" w:type="dxa"/>
        <w:tblLayout w:type="fixed"/>
        <w:tblLook w:val="0000"/>
      </w:tblPr>
      <w:tblGrid>
        <w:gridCol w:w="582"/>
        <w:gridCol w:w="1260"/>
        <w:gridCol w:w="2977"/>
        <w:gridCol w:w="5245"/>
      </w:tblGrid>
      <w:tr w:rsidR="005114BB" w:rsidTr="0031475B">
        <w:trPr>
          <w:trHeight w:val="315"/>
        </w:trPr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4BB" w:rsidRDefault="005114BB" w:rsidP="0031475B">
            <w:pPr>
              <w:jc w:val="center"/>
              <w:rPr>
                <w:b/>
                <w:bCs/>
              </w:rPr>
            </w:pPr>
          </w:p>
        </w:tc>
        <w:tc>
          <w:tcPr>
            <w:tcW w:w="94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114BB" w:rsidRDefault="005114BB" w:rsidP="0031475B">
            <w:pPr>
              <w:jc w:val="center"/>
              <w:rPr>
                <w:b/>
                <w:bCs/>
              </w:rPr>
            </w:pPr>
          </w:p>
        </w:tc>
      </w:tr>
      <w:tr w:rsidR="005114BB" w:rsidTr="0031475B">
        <w:trPr>
          <w:trHeight w:val="300"/>
        </w:trPr>
        <w:tc>
          <w:tcPr>
            <w:tcW w:w="48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BB" w:rsidRDefault="005114BB" w:rsidP="0031475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521F6">
              <w:rPr>
                <w:sz w:val="21"/>
                <w:szCs w:val="21"/>
              </w:rPr>
              <w:t>Код бюджетной классификации РФ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4BB" w:rsidRPr="001521F6" w:rsidRDefault="005114BB" w:rsidP="0031475B">
            <w:pPr>
              <w:jc w:val="center"/>
              <w:rPr>
                <w:sz w:val="21"/>
                <w:szCs w:val="21"/>
              </w:rPr>
            </w:pPr>
          </w:p>
        </w:tc>
      </w:tr>
      <w:tr w:rsidR="005114BB" w:rsidTr="0031475B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BB" w:rsidRDefault="005114BB" w:rsidP="0031475B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BB" w:rsidRDefault="005114BB" w:rsidP="0031475B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Код главного администратора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4BB" w:rsidRDefault="005114BB" w:rsidP="0031475B">
            <w:pPr>
              <w:jc w:val="center"/>
              <w:rPr>
                <w:sz w:val="21"/>
                <w:szCs w:val="21"/>
              </w:rPr>
            </w:pPr>
          </w:p>
          <w:p w:rsidR="005114BB" w:rsidRPr="00D34E47" w:rsidRDefault="005114BB" w:rsidP="0031475B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34E47">
              <w:rPr>
                <w:sz w:val="21"/>
                <w:szCs w:val="21"/>
              </w:rPr>
              <w:t>Вид, подвид доходов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4BB" w:rsidRDefault="005114BB" w:rsidP="0031475B">
            <w:pPr>
              <w:jc w:val="center"/>
              <w:rPr>
                <w:sz w:val="21"/>
                <w:szCs w:val="21"/>
              </w:rPr>
            </w:pPr>
            <w:r w:rsidRPr="001521F6">
              <w:rPr>
                <w:sz w:val="21"/>
                <w:szCs w:val="21"/>
              </w:rPr>
              <w:t xml:space="preserve">Наименование кода </w:t>
            </w:r>
            <w:proofErr w:type="gramStart"/>
            <w:r w:rsidRPr="001521F6">
              <w:rPr>
                <w:sz w:val="21"/>
                <w:szCs w:val="21"/>
              </w:rPr>
              <w:t>бюджетной</w:t>
            </w:r>
            <w:proofErr w:type="gramEnd"/>
            <w:r w:rsidRPr="001521F6">
              <w:rPr>
                <w:sz w:val="21"/>
                <w:szCs w:val="21"/>
              </w:rPr>
              <w:t xml:space="preserve"> </w:t>
            </w:r>
          </w:p>
          <w:p w:rsidR="005114BB" w:rsidRDefault="005114BB" w:rsidP="0031475B">
            <w:pPr>
              <w:jc w:val="center"/>
            </w:pPr>
            <w:r w:rsidRPr="001521F6">
              <w:rPr>
                <w:sz w:val="21"/>
                <w:szCs w:val="21"/>
              </w:rPr>
              <w:t>классификации Российской Федерации</w:t>
            </w:r>
          </w:p>
        </w:tc>
      </w:tr>
      <w:tr w:rsidR="005114BB" w:rsidTr="00246C24">
        <w:trPr>
          <w:trHeight w:val="8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1D4A76" w:rsidRDefault="005114BB" w:rsidP="00EE2EFA">
            <w:pPr>
              <w:jc w:val="center"/>
              <w:rPr>
                <w:rFonts w:ascii="Times New Roman CYR" w:hAnsi="Times New Roman CYR" w:cs="Times New Roman CYR"/>
              </w:rPr>
            </w:pPr>
            <w:r w:rsidRPr="001D4A76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FB2969" w:rsidRDefault="005114BB" w:rsidP="00EE2EFA">
            <w:pPr>
              <w:jc w:val="center"/>
            </w:pPr>
            <w:r w:rsidRPr="00FB2969"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E44F4B" w:rsidRDefault="005114BB" w:rsidP="00EE2EFA">
            <w:pPr>
              <w:jc w:val="center"/>
              <w:rPr>
                <w:rFonts w:ascii="Times New Roman CYR" w:hAnsi="Times New Roman CYR" w:cs="Times New Roman CYR"/>
              </w:rPr>
            </w:pPr>
            <w:r w:rsidRPr="00E44F4B">
              <w:t xml:space="preserve">1 08 04020 01 </w:t>
            </w:r>
            <w:r>
              <w:t>1</w:t>
            </w:r>
            <w:r w:rsidRPr="00E44F4B">
              <w:t>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14BB" w:rsidRPr="00E44F4B" w:rsidRDefault="005114BB" w:rsidP="00246C24">
            <w:pPr>
              <w:rPr>
                <w:rFonts w:ascii="Times New Roman CYR" w:hAnsi="Times New Roman CYR" w:cs="Times New Roman CYR"/>
              </w:rPr>
            </w:pPr>
            <w:r w:rsidRPr="00E44F4B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5114BB" w:rsidTr="00246C24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1D4A76" w:rsidRDefault="005114BB" w:rsidP="00EE2EFA">
            <w:pPr>
              <w:jc w:val="center"/>
              <w:rPr>
                <w:rFonts w:ascii="Times New Roman CYR" w:hAnsi="Times New Roman CYR" w:cs="Times New Roman CYR"/>
              </w:rPr>
            </w:pPr>
            <w:r w:rsidRPr="001D4A76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FB2969" w:rsidRDefault="005114BB" w:rsidP="00EE2EFA">
            <w:pPr>
              <w:jc w:val="center"/>
            </w:pPr>
            <w:r w:rsidRPr="00FB2969"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Default="005114BB" w:rsidP="00EE2EFA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E44F4B">
              <w:t xml:space="preserve">1 08 04020 01 </w:t>
            </w:r>
            <w:r>
              <w:t>4</w:t>
            </w:r>
            <w:r w:rsidRPr="00E44F4B">
              <w:t>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14BB" w:rsidRDefault="005114BB" w:rsidP="00246C2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E44F4B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5114BB" w:rsidTr="00246C24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1D4A76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 w:rsidRPr="001D4A76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FB2969" w:rsidRDefault="005114BB" w:rsidP="0031475B">
            <w:pPr>
              <w:jc w:val="center"/>
            </w:pPr>
            <w:r w:rsidRPr="00FB2969"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A83870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 w:rsidRPr="00A83870">
              <w:t>1 11 05025 10 0000 120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14BB" w:rsidRPr="00A83870" w:rsidRDefault="005114BB" w:rsidP="00246C24">
            <w:proofErr w:type="gramStart"/>
            <w:r w:rsidRPr="00A83870">
              <w:t>Доходы, получаемые в виде арендной платы, а также средства от продажи права на заключение договоров аренды за земли, находящихся в собственности сельских поселений (за исключением земельных участков муниципальных бюджетных и автономных учреждений</w:t>
            </w:r>
            <w:r>
              <w:t>)</w:t>
            </w:r>
            <w:proofErr w:type="gramEnd"/>
          </w:p>
        </w:tc>
      </w:tr>
      <w:tr w:rsidR="005114BB" w:rsidTr="00246C24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1D4A76" w:rsidRDefault="0076024A" w:rsidP="0076024A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B66998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 w:rsidRPr="00B66998"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FB2969" w:rsidRDefault="005114BB" w:rsidP="0031475B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A83870">
              <w:t>1 11 0</w:t>
            </w:r>
            <w:r>
              <w:t>7015</w:t>
            </w:r>
            <w:r w:rsidRPr="00A83870">
              <w:t xml:space="preserve"> 10 0000 120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14BB" w:rsidRPr="00FB2969" w:rsidRDefault="005114BB" w:rsidP="00246C24">
            <w:r w:rsidRPr="00FB2969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</w:t>
            </w:r>
          </w:p>
        </w:tc>
      </w:tr>
      <w:tr w:rsidR="005114BB" w:rsidTr="00246C24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1D4A76" w:rsidRDefault="0076024A" w:rsidP="0031475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B66998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 w:rsidRPr="00B66998"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1A051C" w:rsidRDefault="005114BB" w:rsidP="0031475B">
            <w:pPr>
              <w:jc w:val="center"/>
            </w:pPr>
            <w:r w:rsidRPr="001A051C">
              <w:t>1 11 09045 10 0000 120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14BB" w:rsidRPr="001A051C" w:rsidRDefault="005114BB" w:rsidP="00246C2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A051C"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</w:t>
            </w:r>
            <w:r w:rsidRPr="001A051C">
              <w:rPr>
                <w:rFonts w:ascii="Times New Roman CYR" w:hAnsi="Times New Roman CYR" w:cs="Times New Roman CYR"/>
                <w:sz w:val="20"/>
                <w:szCs w:val="20"/>
              </w:rPr>
              <w:t>)</w:t>
            </w:r>
          </w:p>
        </w:tc>
      </w:tr>
      <w:tr w:rsidR="005114BB" w:rsidTr="00246C24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1D4A76" w:rsidRDefault="0076024A" w:rsidP="0031475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B66998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 w:rsidRPr="00B66998"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072096" w:rsidRDefault="005114BB" w:rsidP="0031475B">
            <w:pPr>
              <w:jc w:val="center"/>
            </w:pPr>
            <w:r w:rsidRPr="00072096">
              <w:t>1 13 02065 10 0000 130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14BB" w:rsidRPr="00072096" w:rsidRDefault="005114BB" w:rsidP="00246C24">
            <w:pPr>
              <w:rPr>
                <w:rFonts w:ascii="Times New Roman CYR" w:hAnsi="Times New Roman CYR" w:cs="Times New Roman CYR"/>
              </w:rPr>
            </w:pPr>
            <w:r w:rsidRPr="00072096">
              <w:rPr>
                <w:rFonts w:ascii="Times New Roman CYR" w:hAnsi="Times New Roman CYR" w:cs="Times New Roman CYR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76024A" w:rsidTr="00246C24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024A" w:rsidRDefault="0076024A" w:rsidP="0031475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7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024A" w:rsidRPr="00B66998" w:rsidRDefault="0076024A" w:rsidP="0031475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6024A" w:rsidRPr="00072096" w:rsidRDefault="0076024A" w:rsidP="0031475B">
            <w:pPr>
              <w:jc w:val="center"/>
            </w:pPr>
            <w:r w:rsidRPr="0076024A">
              <w:t>1 14 02053 10 0000 410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6024A" w:rsidRPr="00072096" w:rsidRDefault="0076024A" w:rsidP="00246C24">
            <w:pPr>
              <w:rPr>
                <w:rFonts w:ascii="Times New Roman CYR" w:hAnsi="Times New Roman CYR" w:cs="Times New Roman CYR"/>
              </w:rPr>
            </w:pPr>
            <w:r w:rsidRPr="0076024A">
              <w:rPr>
                <w:rFonts w:ascii="Times New Roman CYR" w:hAnsi="Times New Roman CYR" w:cs="Times New Roman CYR"/>
              </w:rPr>
              <w:t xml:space="preserve">Доходы от реализации иного имущества, находящегося в собственности сельских поселений (за исключением движимого </w:t>
            </w:r>
            <w:r w:rsidRPr="0076024A">
              <w:rPr>
                <w:rFonts w:ascii="Times New Roman CYR" w:hAnsi="Times New Roman CYR" w:cs="Times New Roman CYR"/>
              </w:rPr>
              <w:lastRenderedPageBreak/>
              <w:t>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</w:tr>
      <w:tr w:rsidR="005114BB" w:rsidTr="00246C24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1D4A76" w:rsidRDefault="00AF2D6D" w:rsidP="0031475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>8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B66998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 w:rsidRPr="00B66998"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072096" w:rsidRDefault="005114BB" w:rsidP="0031475B">
            <w:pPr>
              <w:jc w:val="center"/>
            </w:pPr>
            <w:r w:rsidRPr="00072096">
              <w:t>1 16 90050 10 0000 140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14BB" w:rsidRPr="00072096" w:rsidRDefault="005114BB" w:rsidP="00246C24">
            <w:r w:rsidRPr="00072096"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5114BB" w:rsidTr="00246C24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1D4A76" w:rsidRDefault="00AF2D6D" w:rsidP="0031475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9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B66998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EE2EFA" w:rsidRDefault="005114BB" w:rsidP="0031475B">
            <w:pPr>
              <w:jc w:val="center"/>
            </w:pPr>
            <w:r w:rsidRPr="00EE2EFA">
              <w:t>1 17 01050 10 0000 180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14BB" w:rsidRPr="00EE2EFA" w:rsidRDefault="005114BB" w:rsidP="00246C24">
            <w:r w:rsidRPr="00EE2EFA">
              <w:t>Невыясненные поступления, зачисляемые в бюджеты сельских поселений</w:t>
            </w:r>
          </w:p>
        </w:tc>
      </w:tr>
      <w:tr w:rsidR="005114BB" w:rsidTr="00246C24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1D4A76" w:rsidRDefault="00AF2D6D" w:rsidP="0031475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B66998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EE2EFA" w:rsidRDefault="005114BB" w:rsidP="0031475B">
            <w:pPr>
              <w:jc w:val="center"/>
            </w:pPr>
            <w:r w:rsidRPr="00EE2EFA">
              <w:t>1 17 05050 10 0000 180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14BB" w:rsidRPr="00EE2EFA" w:rsidRDefault="005114BB" w:rsidP="00246C24">
            <w:r w:rsidRPr="00EE2EFA">
              <w:t>Прочие неналоговые доходы бюджетов сельских поселений</w:t>
            </w:r>
          </w:p>
        </w:tc>
      </w:tr>
      <w:tr w:rsidR="005114BB" w:rsidTr="00246C24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1D4A76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 w:rsidRPr="001D4A76">
              <w:rPr>
                <w:rFonts w:ascii="Times New Roman CYR" w:hAnsi="Times New Roman CYR" w:cs="Times New Roman CYR"/>
              </w:rPr>
              <w:t>1</w:t>
            </w:r>
            <w:r w:rsidR="00AF2D6D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2C57F7" w:rsidRDefault="005114BB" w:rsidP="0031475B">
            <w:pPr>
              <w:jc w:val="center"/>
            </w:pPr>
            <w:r w:rsidRPr="002C57F7">
              <w:t>2 02 15001 10 0000 151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14BB" w:rsidRPr="00AE55E4" w:rsidRDefault="005114BB" w:rsidP="00246C24">
            <w:r w:rsidRPr="00AE55E4">
              <w:t>Дотации бюджетам сельских поселений на выравнивание бюджетной обеспеченности</w:t>
            </w:r>
          </w:p>
        </w:tc>
      </w:tr>
      <w:tr w:rsidR="005114BB" w:rsidTr="00246C24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1D4A76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  <w:r w:rsidR="00AF2D6D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2C57F7" w:rsidRDefault="005114BB" w:rsidP="0031475B">
            <w:pPr>
              <w:jc w:val="center"/>
            </w:pPr>
            <w:r w:rsidRPr="002C57F7">
              <w:t>2 02 19999 10 0000 151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14BB" w:rsidRPr="002C57F7" w:rsidRDefault="005114BB" w:rsidP="00246C24">
            <w:r w:rsidRPr="002C57F7">
              <w:t>Прочие дотации бюджетам сельских поселений</w:t>
            </w:r>
          </w:p>
        </w:tc>
      </w:tr>
      <w:tr w:rsidR="0076024A" w:rsidTr="00246C24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024A" w:rsidRDefault="0076024A" w:rsidP="0031475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  <w:r w:rsidR="00AF2D6D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024A" w:rsidRDefault="0076024A" w:rsidP="0031475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6024A" w:rsidRPr="002C57F7" w:rsidRDefault="0076024A" w:rsidP="0076024A">
            <w:pPr>
              <w:jc w:val="center"/>
            </w:pPr>
            <w:r w:rsidRPr="0076024A">
              <w:t>610 2 02 25555 10 0000 151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6024A" w:rsidRDefault="0076024A" w:rsidP="0076024A">
            <w:r>
              <w:t>Субсидии местным бюджетам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</w:t>
            </w:r>
          </w:p>
          <w:p w:rsidR="0076024A" w:rsidRPr="002C57F7" w:rsidRDefault="0076024A" w:rsidP="0076024A">
            <w:r>
              <w:t>Российской Федерации</w:t>
            </w:r>
          </w:p>
        </w:tc>
      </w:tr>
      <w:tr w:rsidR="005114BB" w:rsidTr="00246C24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1D4A76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 w:rsidRPr="001D4A76">
              <w:rPr>
                <w:rFonts w:ascii="Times New Roman CYR" w:hAnsi="Times New Roman CYR" w:cs="Times New Roman CYR"/>
              </w:rPr>
              <w:t>1</w:t>
            </w:r>
            <w:r w:rsidR="00AF2D6D"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2C57F7" w:rsidRDefault="005114BB" w:rsidP="0031475B">
            <w:pPr>
              <w:jc w:val="center"/>
            </w:pPr>
            <w:r w:rsidRPr="002C57F7">
              <w:t>2 02 35118 10 0000 151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14BB" w:rsidRPr="00AE55E4" w:rsidRDefault="005114BB" w:rsidP="00246C24">
            <w:r w:rsidRPr="00AE55E4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5114BB" w:rsidTr="00246C24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1D4A76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 w:rsidRPr="001D4A76">
              <w:rPr>
                <w:rFonts w:ascii="Times New Roman CYR" w:hAnsi="Times New Roman CYR" w:cs="Times New Roman CYR"/>
              </w:rPr>
              <w:t>1</w:t>
            </w:r>
            <w:r w:rsidR="00AF2D6D"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2C57F7" w:rsidRDefault="005114BB" w:rsidP="0031475B">
            <w:pPr>
              <w:jc w:val="center"/>
            </w:pPr>
            <w:r w:rsidRPr="002C57F7">
              <w:t>2 02 30024 10 0000 151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14BB" w:rsidRPr="00AE55E4" w:rsidRDefault="005114BB" w:rsidP="00246C24">
            <w:r w:rsidRPr="00AE55E4">
              <w:t>Субвенции бюджетам поселений на выполнение передаваемых полномочий субъектов Российской Федерации</w:t>
            </w:r>
          </w:p>
        </w:tc>
      </w:tr>
      <w:tr w:rsidR="00514E58" w:rsidTr="00246C24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4E58" w:rsidRPr="001D4A76" w:rsidRDefault="00AF2D6D" w:rsidP="0031475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16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4E58" w:rsidRDefault="00514E58" w:rsidP="0031475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4E58" w:rsidRPr="002C57F7" w:rsidRDefault="00514E58" w:rsidP="0031475B">
            <w:pPr>
              <w:jc w:val="center"/>
            </w:pPr>
            <w:r w:rsidRPr="00514E58">
              <w:t>2 02 40014 10 0000 151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4E58" w:rsidRPr="00AE55E4" w:rsidRDefault="00AF2D6D" w:rsidP="00246C24">
            <w:r w:rsidRPr="00AF2D6D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5114BB" w:rsidTr="00246C24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1D4A76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 w:rsidRPr="001D4A76">
              <w:rPr>
                <w:rFonts w:ascii="Times New Roman CYR" w:hAnsi="Times New Roman CYR" w:cs="Times New Roman CYR"/>
              </w:rPr>
              <w:t>1</w:t>
            </w:r>
            <w:r w:rsidR="00AF2D6D">
              <w:rPr>
                <w:rFonts w:ascii="Times New Roman CYR" w:hAnsi="Times New Roman CYR" w:cs="Times New Roman CYR"/>
              </w:rPr>
              <w:t>7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2C57F7" w:rsidRDefault="005114BB" w:rsidP="00AF2D6D">
            <w:pPr>
              <w:jc w:val="center"/>
            </w:pPr>
            <w:r w:rsidRPr="002C57F7">
              <w:t>2 02 49999 10 0000 151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14BB" w:rsidRPr="00AE55E4" w:rsidRDefault="005114BB" w:rsidP="00246C24">
            <w:r w:rsidRPr="00AE55E4">
              <w:t>Прочие межбюджетные трансферты, передаваемые бюджетам сельских поселений</w:t>
            </w:r>
          </w:p>
        </w:tc>
      </w:tr>
      <w:tr w:rsidR="005114BB" w:rsidTr="001B1B6F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1D4A76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 w:rsidRPr="001D4A76">
              <w:rPr>
                <w:rFonts w:ascii="Times New Roman CYR" w:hAnsi="Times New Roman CYR" w:cs="Times New Roman CYR"/>
              </w:rPr>
              <w:t>1</w:t>
            </w:r>
            <w:r w:rsidR="00AF2D6D">
              <w:rPr>
                <w:rFonts w:ascii="Times New Roman CYR" w:hAnsi="Times New Roman CYR" w:cs="Times New Roman CYR"/>
              </w:rPr>
              <w:t>8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1D4A76" w:rsidRDefault="005114BB" w:rsidP="0031475B">
            <w:pPr>
              <w:jc w:val="center"/>
            </w:pPr>
            <w:r w:rsidRPr="001D4A76">
              <w:t>2 08 05000 10 0000 180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14BB" w:rsidRPr="001D4A76" w:rsidRDefault="005114BB" w:rsidP="0031475B">
            <w:pPr>
              <w:jc w:val="both"/>
            </w:pPr>
            <w:r w:rsidRPr="001D4A76"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114BB" w:rsidTr="001B1B6F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1D4A76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>19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Default="005114BB" w:rsidP="0031475B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14BB" w:rsidRPr="002C57F7" w:rsidRDefault="00E14F78" w:rsidP="0031475B">
            <w:pPr>
              <w:jc w:val="center"/>
            </w:pPr>
            <w:r>
              <w:t>2 18 6</w:t>
            </w:r>
            <w:r w:rsidR="005114BB" w:rsidRPr="002C57F7">
              <w:t>0010 10 0000 151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14BB" w:rsidRPr="0023290F" w:rsidRDefault="005114BB" w:rsidP="0031475B">
            <w:pPr>
              <w:jc w:val="both"/>
            </w:pPr>
            <w:r w:rsidRPr="0023290F"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5114BB" w:rsidRDefault="005114BB" w:rsidP="006135C3">
      <w:pPr>
        <w:autoSpaceDE w:val="0"/>
        <w:autoSpaceDN w:val="0"/>
        <w:adjustRightInd w:val="0"/>
        <w:ind w:firstLine="540"/>
        <w:jc w:val="both"/>
      </w:pPr>
    </w:p>
    <w:p w:rsidR="005114BB" w:rsidRDefault="005114BB" w:rsidP="00C66579">
      <w:pPr>
        <w:tabs>
          <w:tab w:val="left" w:pos="1080"/>
          <w:tab w:val="left" w:pos="10260"/>
        </w:tabs>
        <w:ind w:firstLine="539"/>
        <w:jc w:val="both"/>
        <w:rPr>
          <w:sz w:val="26"/>
        </w:rPr>
      </w:pPr>
    </w:p>
    <w:sectPr w:rsidR="005114BB" w:rsidSect="00CF73B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2628B"/>
    <w:multiLevelType w:val="hybridMultilevel"/>
    <w:tmpl w:val="C0924316"/>
    <w:lvl w:ilvl="0" w:tplc="93EC3BB4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4E030168"/>
    <w:multiLevelType w:val="hybridMultilevel"/>
    <w:tmpl w:val="2EF864B2"/>
    <w:lvl w:ilvl="0" w:tplc="CA1AFD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oNotTrackMoves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34F3"/>
    <w:rsid w:val="00044645"/>
    <w:rsid w:val="00072096"/>
    <w:rsid w:val="0007368D"/>
    <w:rsid w:val="000A60F4"/>
    <w:rsid w:val="000F4751"/>
    <w:rsid w:val="000F789B"/>
    <w:rsid w:val="001171C7"/>
    <w:rsid w:val="001521F6"/>
    <w:rsid w:val="001618E7"/>
    <w:rsid w:val="001A051C"/>
    <w:rsid w:val="001A2CA8"/>
    <w:rsid w:val="001A7010"/>
    <w:rsid w:val="001B1B6F"/>
    <w:rsid w:val="001C1003"/>
    <w:rsid w:val="001C77A3"/>
    <w:rsid w:val="001D4A76"/>
    <w:rsid w:val="002156AC"/>
    <w:rsid w:val="0023290F"/>
    <w:rsid w:val="00232C13"/>
    <w:rsid w:val="002356D1"/>
    <w:rsid w:val="00246C24"/>
    <w:rsid w:val="00251101"/>
    <w:rsid w:val="002559AA"/>
    <w:rsid w:val="00260864"/>
    <w:rsid w:val="002745BB"/>
    <w:rsid w:val="002901AC"/>
    <w:rsid w:val="00291B4E"/>
    <w:rsid w:val="002C57F7"/>
    <w:rsid w:val="003105A1"/>
    <w:rsid w:val="00311446"/>
    <w:rsid w:val="0031475B"/>
    <w:rsid w:val="00323A90"/>
    <w:rsid w:val="0033696E"/>
    <w:rsid w:val="00337832"/>
    <w:rsid w:val="00352628"/>
    <w:rsid w:val="00394308"/>
    <w:rsid w:val="003C34F3"/>
    <w:rsid w:val="003F7C8D"/>
    <w:rsid w:val="00441A84"/>
    <w:rsid w:val="00453745"/>
    <w:rsid w:val="0046202D"/>
    <w:rsid w:val="00463728"/>
    <w:rsid w:val="004642C5"/>
    <w:rsid w:val="004932CB"/>
    <w:rsid w:val="004D5A95"/>
    <w:rsid w:val="004F3C79"/>
    <w:rsid w:val="0050024D"/>
    <w:rsid w:val="005114BB"/>
    <w:rsid w:val="00514E58"/>
    <w:rsid w:val="005421A6"/>
    <w:rsid w:val="00562DEF"/>
    <w:rsid w:val="00597AEB"/>
    <w:rsid w:val="005C3A87"/>
    <w:rsid w:val="006135C3"/>
    <w:rsid w:val="00672D39"/>
    <w:rsid w:val="006D5A5A"/>
    <w:rsid w:val="007050D2"/>
    <w:rsid w:val="007222D6"/>
    <w:rsid w:val="0076024A"/>
    <w:rsid w:val="007844AC"/>
    <w:rsid w:val="007901E4"/>
    <w:rsid w:val="007B3A77"/>
    <w:rsid w:val="007C5176"/>
    <w:rsid w:val="007F3FB6"/>
    <w:rsid w:val="008079A4"/>
    <w:rsid w:val="00856CD5"/>
    <w:rsid w:val="00872FFC"/>
    <w:rsid w:val="00890D84"/>
    <w:rsid w:val="008A72FE"/>
    <w:rsid w:val="008C1667"/>
    <w:rsid w:val="008C6A72"/>
    <w:rsid w:val="008D45A0"/>
    <w:rsid w:val="008F4AAF"/>
    <w:rsid w:val="008F7553"/>
    <w:rsid w:val="009152AA"/>
    <w:rsid w:val="00922769"/>
    <w:rsid w:val="009B47F4"/>
    <w:rsid w:val="009B79EF"/>
    <w:rsid w:val="009E188B"/>
    <w:rsid w:val="009E5443"/>
    <w:rsid w:val="009E6714"/>
    <w:rsid w:val="009F79D6"/>
    <w:rsid w:val="00A31D88"/>
    <w:rsid w:val="00A6474A"/>
    <w:rsid w:val="00A83870"/>
    <w:rsid w:val="00AB4983"/>
    <w:rsid w:val="00AE55E4"/>
    <w:rsid w:val="00AF2D6D"/>
    <w:rsid w:val="00B152AF"/>
    <w:rsid w:val="00B237EA"/>
    <w:rsid w:val="00B6657D"/>
    <w:rsid w:val="00B66998"/>
    <w:rsid w:val="00B70D4A"/>
    <w:rsid w:val="00BB7F0C"/>
    <w:rsid w:val="00BC4AE0"/>
    <w:rsid w:val="00C644DD"/>
    <w:rsid w:val="00C66579"/>
    <w:rsid w:val="00C738CC"/>
    <w:rsid w:val="00CB39C3"/>
    <w:rsid w:val="00CE4DBA"/>
    <w:rsid w:val="00CF73B8"/>
    <w:rsid w:val="00D0107C"/>
    <w:rsid w:val="00D34E47"/>
    <w:rsid w:val="00D74619"/>
    <w:rsid w:val="00D94BA9"/>
    <w:rsid w:val="00DF4899"/>
    <w:rsid w:val="00E14F78"/>
    <w:rsid w:val="00E25872"/>
    <w:rsid w:val="00E43702"/>
    <w:rsid w:val="00E44F4B"/>
    <w:rsid w:val="00E519F5"/>
    <w:rsid w:val="00E90173"/>
    <w:rsid w:val="00EA079C"/>
    <w:rsid w:val="00EE2EFA"/>
    <w:rsid w:val="00F00839"/>
    <w:rsid w:val="00F20FDF"/>
    <w:rsid w:val="00F246A0"/>
    <w:rsid w:val="00F44340"/>
    <w:rsid w:val="00F739BC"/>
    <w:rsid w:val="00F867F0"/>
    <w:rsid w:val="00FA6D67"/>
    <w:rsid w:val="00FA6E33"/>
    <w:rsid w:val="00FB2969"/>
    <w:rsid w:val="00FB48E3"/>
    <w:rsid w:val="00FD1629"/>
    <w:rsid w:val="00FF7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3B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73B8"/>
    <w:pPr>
      <w:keepNext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uiPriority w:val="99"/>
    <w:qFormat/>
    <w:rsid w:val="00CF73B8"/>
    <w:pPr>
      <w:keepNext/>
      <w:ind w:firstLine="540"/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4434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F44340"/>
    <w:rPr>
      <w:rFonts w:ascii="Cambria" w:hAnsi="Cambria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99"/>
    <w:rsid w:val="00B152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FB48E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locked/>
    <w:rsid w:val="00F44340"/>
    <w:rPr>
      <w:rFonts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872FF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44340"/>
    <w:rPr>
      <w:rFonts w:cs="Times New Roman"/>
      <w:sz w:val="2"/>
    </w:rPr>
  </w:style>
  <w:style w:type="paragraph" w:customStyle="1" w:styleId="ConsPlusCell">
    <w:name w:val="ConsPlusCell"/>
    <w:uiPriority w:val="99"/>
    <w:rsid w:val="00CB39C3"/>
    <w:pPr>
      <w:autoSpaceDE w:val="0"/>
      <w:autoSpaceDN w:val="0"/>
      <w:adjustRightInd w:val="0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%23work\&#1096;&#1072;&#1073;&#1083;&#1086;&#1085;&#1099;\&#1040;&#1076;&#1084;&#1080;&#1085;&#1080;&#1089;&#1090;&#1088;&#1072;&#1094;&#1080;&#1103;\&#1055;&#1086;&#1089;&#1090;&#1072;&#1085;&#1086;&#1074;&#1083;&#1077;&#1085;&#1080;&#1077;%20&#1043;&#1083;&#1072;&#1074;&#109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Главы</Template>
  <TotalTime>179</TotalTime>
  <Pages>1</Pages>
  <Words>778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Arhiv</dc:creator>
  <cp:keywords/>
  <dc:description/>
  <cp:lastModifiedBy>PC</cp:lastModifiedBy>
  <cp:revision>36</cp:revision>
  <cp:lastPrinted>2016-12-30T07:10:00Z</cp:lastPrinted>
  <dcterms:created xsi:type="dcterms:W3CDTF">2013-12-30T04:20:00Z</dcterms:created>
  <dcterms:modified xsi:type="dcterms:W3CDTF">2018-01-10T07:23:00Z</dcterms:modified>
</cp:coreProperties>
</file>